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项目立项上会纪要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达到上会金额，需上党委常委会或院长办公会会讨论立项的项目，需提供党委常委会或院长办公会纪要。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55E6F"/>
    <w:rsid w:val="04D55E6F"/>
    <w:rsid w:val="070E7542"/>
    <w:rsid w:val="7F03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2020-03-17T08:48:00Z</dcterms:created>
  <dc:creator>Administrator</dc:creator>
  <cp:lastModifiedBy>Administrator</cp:lastModifiedBy>
  <dcterms:modified xsi:type="dcterms:W3CDTF">2020-03-17T09:02:57Z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